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9E0EB3" w14:paraId="202F1A8E" w14:textId="77777777" w:rsidTr="007D272E">
        <w:tc>
          <w:tcPr>
            <w:tcW w:w="2689" w:type="dxa"/>
          </w:tcPr>
          <w:p w14:paraId="4241195B" w14:textId="72D6D07B" w:rsidR="009E0EB3" w:rsidRPr="009E0EB3" w:rsidRDefault="009E0EB3" w:rsidP="009E0EB3">
            <w:pPr>
              <w:pStyle w:val="SIText"/>
            </w:pPr>
            <w:r w:rsidRPr="00CC451E">
              <w:t>Release</w:t>
            </w:r>
            <w:r w:rsidRPr="009E0EB3">
              <w:t xml:space="preserve"> </w:t>
            </w:r>
            <w:r>
              <w:t>2</w:t>
            </w:r>
          </w:p>
        </w:tc>
        <w:tc>
          <w:tcPr>
            <w:tcW w:w="6939" w:type="dxa"/>
          </w:tcPr>
          <w:p w14:paraId="5676A1EE" w14:textId="1215DCFE" w:rsidR="009E0EB3" w:rsidRPr="009E0EB3" w:rsidRDefault="009E0EB3">
            <w:pPr>
              <w:pStyle w:val="SIText"/>
            </w:pPr>
            <w:r w:rsidRPr="00903631">
              <w:t xml:space="preserve">This version released with AHC Agriculture, Horticulture and Conservation and Land Management Training Package Version </w:t>
            </w:r>
            <w:r>
              <w:rPr>
                <w:rStyle w:val="SITemporaryText-blue"/>
              </w:rPr>
              <w:t>XX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142C0EA" w:rsidR="00F1480E" w:rsidRPr="005404CB" w:rsidRDefault="00A3135C" w:rsidP="005404CB">
            <w:pPr>
              <w:pStyle w:val="SIUNITCODE"/>
            </w:pPr>
            <w:r>
              <w:t>AHC</w:t>
            </w:r>
            <w:r w:rsidR="008034E1">
              <w:t>ORG</w:t>
            </w:r>
            <w:r w:rsidR="004E78D7">
              <w:t>40</w:t>
            </w:r>
            <w:r w:rsidR="00BD029F">
              <w:t>6</w:t>
            </w:r>
          </w:p>
        </w:tc>
        <w:tc>
          <w:tcPr>
            <w:tcW w:w="3604" w:type="pct"/>
            <w:shd w:val="clear" w:color="auto" w:fill="auto"/>
          </w:tcPr>
          <w:p w14:paraId="01D80964" w14:textId="283FCF47" w:rsidR="00F1480E" w:rsidRPr="005404CB" w:rsidRDefault="00BD029F" w:rsidP="005404CB">
            <w:pPr>
              <w:pStyle w:val="SIUnittitle"/>
            </w:pPr>
            <w:r w:rsidRPr="00BD029F">
              <w:t>Oversee compliance with an organic certification scheme</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0B4D7C6A" w14:textId="032508DC" w:rsidR="00BD029F" w:rsidRPr="00BD029F" w:rsidRDefault="00BD029F" w:rsidP="00BD029F">
            <w:pPr>
              <w:pStyle w:val="SIText"/>
            </w:pPr>
            <w:r w:rsidRPr="00BD029F">
              <w:t xml:space="preserve">This unit of competency describes the skills and knowledge required </w:t>
            </w:r>
            <w:r w:rsidR="00A017B3" w:rsidRPr="00BD029F">
              <w:t>to comply with workplace procedures, work health and safety, animal welfare and bi</w:t>
            </w:r>
            <w:r w:rsidR="00A017B3">
              <w:t>osecurity legislation and codes of practice</w:t>
            </w:r>
            <w:r w:rsidR="00A017B3" w:rsidRPr="00BD029F">
              <w:t xml:space="preserve"> </w:t>
            </w:r>
            <w:r w:rsidR="00A017B3">
              <w:t xml:space="preserve">to </w:t>
            </w:r>
            <w:r w:rsidRPr="00BD029F">
              <w:t xml:space="preserve">oversee compliance with </w:t>
            </w:r>
            <w:r w:rsidR="00A017B3">
              <w:t xml:space="preserve">an </w:t>
            </w:r>
            <w:r w:rsidRPr="00BD029F">
              <w:t>organic certification scheme.</w:t>
            </w:r>
          </w:p>
          <w:p w14:paraId="64E7F18A" w14:textId="77777777" w:rsidR="00A017B3" w:rsidRPr="00BD029F" w:rsidRDefault="00A017B3" w:rsidP="00BD029F">
            <w:pPr>
              <w:pStyle w:val="SIText"/>
            </w:pPr>
          </w:p>
          <w:p w14:paraId="34D7DE97" w14:textId="13EC2570" w:rsidR="00BD029F" w:rsidRPr="00BD029F" w:rsidRDefault="00B4748C" w:rsidP="00BD029F">
            <w:pPr>
              <w:pStyle w:val="SIText"/>
            </w:pPr>
            <w:r>
              <w:t>The</w:t>
            </w:r>
            <w:r w:rsidRPr="00BD029F">
              <w:t xml:space="preserve"> </w:t>
            </w:r>
            <w:r w:rsidR="00BD029F" w:rsidRPr="00BD029F">
              <w:t xml:space="preserve">unit applies to individuals who take responsibility for their own work and for the quality of the work of others within know parameters and use discretion and judgment in the selection, </w:t>
            </w:r>
            <w:proofErr w:type="gramStart"/>
            <w:r w:rsidR="00BD029F" w:rsidRPr="00BD029F">
              <w:t>allocation</w:t>
            </w:r>
            <w:proofErr w:type="gramEnd"/>
            <w:r w:rsidR="00BD029F" w:rsidRPr="00BD029F">
              <w:t xml:space="preserve"> and use of available resources.</w:t>
            </w:r>
          </w:p>
          <w:p w14:paraId="588303EC" w14:textId="77777777" w:rsidR="00BD029F" w:rsidRPr="00BD029F" w:rsidRDefault="00BD029F" w:rsidP="00BD029F">
            <w:pPr>
              <w:pStyle w:val="SIText"/>
            </w:pPr>
          </w:p>
          <w:p w14:paraId="22C15BCD" w14:textId="6CFC49A4" w:rsidR="00373436" w:rsidRPr="000754EC" w:rsidRDefault="00BD029F" w:rsidP="00072FF5">
            <w:pPr>
              <w:pStyle w:val="SIText"/>
            </w:pPr>
            <w:r w:rsidRPr="00BD029F">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B7999" w:rsidRPr="00963A46" w14:paraId="7DB7C384" w14:textId="77777777" w:rsidTr="00CA2922">
        <w:trPr>
          <w:cantSplit/>
        </w:trPr>
        <w:tc>
          <w:tcPr>
            <w:tcW w:w="1396" w:type="pct"/>
            <w:shd w:val="clear" w:color="auto" w:fill="auto"/>
          </w:tcPr>
          <w:p w14:paraId="44EC0F01" w14:textId="3338F278" w:rsidR="003B7999" w:rsidRPr="003B7999" w:rsidRDefault="003B7999" w:rsidP="003B7999">
            <w:pPr>
              <w:pStyle w:val="SIText"/>
            </w:pPr>
            <w:r w:rsidRPr="003B7999">
              <w:t>1. Identify compliance requirements of the selected organic standard relating to the farm system</w:t>
            </w:r>
          </w:p>
        </w:tc>
        <w:tc>
          <w:tcPr>
            <w:tcW w:w="3604" w:type="pct"/>
            <w:shd w:val="clear" w:color="auto" w:fill="auto"/>
          </w:tcPr>
          <w:p w14:paraId="573DEECA" w14:textId="6EE5A005" w:rsidR="003B7999" w:rsidRPr="003B7999" w:rsidRDefault="003B7999" w:rsidP="003B7999">
            <w:r w:rsidRPr="003B7999">
              <w:t xml:space="preserve">1.1 Access organic certification scheme </w:t>
            </w:r>
            <w:r w:rsidR="00A017B3">
              <w:t xml:space="preserve">documentation for </w:t>
            </w:r>
            <w:r w:rsidRPr="003B7999">
              <w:t>operation and management of organic farm</w:t>
            </w:r>
          </w:p>
          <w:p w14:paraId="7DFEB224" w14:textId="5618D34B" w:rsidR="003B7999" w:rsidRPr="003B7999" w:rsidRDefault="003B7999" w:rsidP="003B7999">
            <w:r w:rsidRPr="003B7999">
              <w:t>1.2 Identify and interpret key clauses and requirements of organic standard</w:t>
            </w:r>
            <w:r w:rsidR="001D23BD">
              <w:t>s</w:t>
            </w:r>
            <w:r w:rsidRPr="003B7999">
              <w:t xml:space="preserve"> </w:t>
            </w:r>
            <w:r w:rsidR="001D23BD">
              <w:t xml:space="preserve">for </w:t>
            </w:r>
            <w:r w:rsidRPr="003B7999">
              <w:t>farm system</w:t>
            </w:r>
          </w:p>
          <w:p w14:paraId="2F050B76" w14:textId="60DB1F86" w:rsidR="003B7999" w:rsidRPr="003B7999" w:rsidRDefault="003B7999" w:rsidP="003B7999">
            <w:r w:rsidRPr="003B7999">
              <w:t>1.3 Identify and document compliance of farm system with organic certification scheme</w:t>
            </w:r>
          </w:p>
          <w:p w14:paraId="4B044429" w14:textId="515546A6" w:rsidR="003B7999" w:rsidRPr="003B7999" w:rsidRDefault="003B7999" w:rsidP="00072FF5">
            <w:r w:rsidRPr="003B7999">
              <w:t>1.4 Identify and document key farm operations that are impacted by organic standards</w:t>
            </w:r>
          </w:p>
        </w:tc>
      </w:tr>
      <w:tr w:rsidR="003B7999" w:rsidRPr="00963A46" w14:paraId="711A21F0" w14:textId="77777777" w:rsidTr="00CA2922">
        <w:trPr>
          <w:cantSplit/>
        </w:trPr>
        <w:tc>
          <w:tcPr>
            <w:tcW w:w="1396" w:type="pct"/>
            <w:shd w:val="clear" w:color="auto" w:fill="auto"/>
          </w:tcPr>
          <w:p w14:paraId="48699A3E" w14:textId="055ACDD2" w:rsidR="003B7999" w:rsidRPr="003B7999" w:rsidRDefault="003B7999" w:rsidP="003B7999">
            <w:pPr>
              <w:pStyle w:val="SIText"/>
            </w:pPr>
            <w:r w:rsidRPr="003B7999">
              <w:t>2. Keep records to comply with organic certification requirements</w:t>
            </w:r>
          </w:p>
        </w:tc>
        <w:tc>
          <w:tcPr>
            <w:tcW w:w="3604" w:type="pct"/>
            <w:shd w:val="clear" w:color="auto" w:fill="auto"/>
          </w:tcPr>
          <w:p w14:paraId="37617A37" w14:textId="2A367461" w:rsidR="003B7999" w:rsidRPr="003B7999" w:rsidRDefault="003B7999" w:rsidP="003B7999">
            <w:r w:rsidRPr="003B7999">
              <w:t>2.1 Identify records required for compliance with organic certification scheme</w:t>
            </w:r>
          </w:p>
          <w:p w14:paraId="319A5ECE" w14:textId="67A42CBF" w:rsidR="003B7999" w:rsidRPr="003B7999" w:rsidRDefault="003B7999" w:rsidP="003B7999">
            <w:r w:rsidRPr="003B7999">
              <w:t>2.2 Complete and maintain records to approved industry standard</w:t>
            </w:r>
          </w:p>
          <w:p w14:paraId="15E3B5C9" w14:textId="3F1DE51F" w:rsidR="001D23BD" w:rsidRDefault="003B7999" w:rsidP="00072FF5">
            <w:r w:rsidRPr="003B7999">
              <w:t xml:space="preserve">2.3 Communicate recording requirements to stakeholders </w:t>
            </w:r>
          </w:p>
          <w:p w14:paraId="164F0907" w14:textId="5D0153B6" w:rsidR="003B7999" w:rsidRPr="003B7999" w:rsidRDefault="003B7999">
            <w:r w:rsidRPr="003B7999">
              <w:t xml:space="preserve">2.4 Monitor record keeping process and maintain records </w:t>
            </w:r>
            <w:r w:rsidR="001D23BD">
              <w:t xml:space="preserve">according to </w:t>
            </w:r>
            <w:r w:rsidRPr="003B7999">
              <w:t>National Organic Standard</w:t>
            </w:r>
            <w:r w:rsidR="001D23BD">
              <w:t>s</w:t>
            </w:r>
          </w:p>
        </w:tc>
      </w:tr>
      <w:tr w:rsidR="003B7999" w:rsidRPr="00963A46" w14:paraId="3F89A880" w14:textId="77777777" w:rsidTr="00CA2922">
        <w:trPr>
          <w:cantSplit/>
        </w:trPr>
        <w:tc>
          <w:tcPr>
            <w:tcW w:w="1396" w:type="pct"/>
            <w:shd w:val="clear" w:color="auto" w:fill="auto"/>
          </w:tcPr>
          <w:p w14:paraId="0DD48B01" w14:textId="44DC85E7" w:rsidR="003B7999" w:rsidRPr="003B7999" w:rsidRDefault="003B7999" w:rsidP="003B7999">
            <w:pPr>
              <w:pStyle w:val="SIText"/>
            </w:pPr>
            <w:r w:rsidRPr="003B7999">
              <w:t>3. Support compliance with organic standards by staff in the farm business</w:t>
            </w:r>
          </w:p>
        </w:tc>
        <w:tc>
          <w:tcPr>
            <w:tcW w:w="3604" w:type="pct"/>
            <w:shd w:val="clear" w:color="auto" w:fill="auto"/>
          </w:tcPr>
          <w:p w14:paraId="1F11A70D" w14:textId="0F06E120" w:rsidR="003B7999" w:rsidRPr="003B7999" w:rsidRDefault="003B7999" w:rsidP="003B7999">
            <w:r w:rsidRPr="003B7999">
              <w:t>3.1 Identify steps within production system that require compliance with organic standards</w:t>
            </w:r>
          </w:p>
          <w:p w14:paraId="03425DF1" w14:textId="15F7495E" w:rsidR="003B7999" w:rsidRPr="003B7999" w:rsidRDefault="003B7999" w:rsidP="003B7999">
            <w:r w:rsidRPr="003B7999">
              <w:t xml:space="preserve">3.2 Support and train staff and </w:t>
            </w:r>
            <w:r w:rsidR="00072FF5">
              <w:t>stakeholders</w:t>
            </w:r>
            <w:r w:rsidRPr="003B7999">
              <w:t xml:space="preserve"> to implement and foster a compliant organic supply chain culture</w:t>
            </w:r>
          </w:p>
          <w:p w14:paraId="241A8D37" w14:textId="346725F0" w:rsidR="003B7999" w:rsidRPr="003B7999" w:rsidRDefault="003B7999" w:rsidP="003B7999">
            <w:r w:rsidRPr="003B7999">
              <w:t xml:space="preserve">3.3 Keep accurate records at key supply chain steps to verify and maintain compliance, </w:t>
            </w:r>
            <w:r w:rsidR="00072FF5">
              <w:t>for</w:t>
            </w:r>
            <w:r w:rsidRPr="003B7999">
              <w:t xml:space="preserve"> reconciliation and traceability</w:t>
            </w:r>
          </w:p>
          <w:p w14:paraId="2B00249F" w14:textId="45C1F384" w:rsidR="003B7999" w:rsidRPr="003B7999" w:rsidRDefault="003B7999" w:rsidP="00072FF5">
            <w:pPr>
              <w:pStyle w:val="SIText"/>
            </w:pPr>
            <w:r w:rsidRPr="003B7999">
              <w:t xml:space="preserve">3.4 </w:t>
            </w:r>
            <w:r w:rsidR="00072FF5">
              <w:t>Prepare job descriptions and key performance i</w:t>
            </w:r>
            <w:r w:rsidR="00072FF5" w:rsidRPr="003B7999">
              <w:t>ndicators</w:t>
            </w:r>
            <w:r w:rsidR="00072FF5" w:rsidRPr="00072FF5">
              <w:t xml:space="preserve"> </w:t>
            </w:r>
            <w:r w:rsidR="00072FF5">
              <w:t xml:space="preserve">with </w:t>
            </w:r>
            <w:r w:rsidRPr="003B7999">
              <w:t>certification compliance requirements</w:t>
            </w:r>
          </w:p>
        </w:tc>
      </w:tr>
      <w:tr w:rsidR="003B7999" w:rsidRPr="00963A46" w14:paraId="1EFC5A39" w14:textId="77777777" w:rsidTr="00CA2922">
        <w:trPr>
          <w:cantSplit/>
        </w:trPr>
        <w:tc>
          <w:tcPr>
            <w:tcW w:w="1396" w:type="pct"/>
            <w:shd w:val="clear" w:color="auto" w:fill="auto"/>
          </w:tcPr>
          <w:p w14:paraId="246F3CD6" w14:textId="6A459B5C" w:rsidR="003B7999" w:rsidRPr="003B7999" w:rsidRDefault="003B7999" w:rsidP="003B7999">
            <w:pPr>
              <w:pStyle w:val="SIText"/>
            </w:pPr>
            <w:r w:rsidRPr="003B7999">
              <w:t>4. Meet annual audit requirements of the selected organic certification scheme</w:t>
            </w:r>
          </w:p>
        </w:tc>
        <w:tc>
          <w:tcPr>
            <w:tcW w:w="3604" w:type="pct"/>
            <w:shd w:val="clear" w:color="auto" w:fill="auto"/>
          </w:tcPr>
          <w:p w14:paraId="63112EBB" w14:textId="3CA7E220" w:rsidR="003B7999" w:rsidRPr="003B7999" w:rsidRDefault="003B7999" w:rsidP="003B7999">
            <w:r w:rsidRPr="003B7999">
              <w:t>4.1 Comply with specific certification requirements</w:t>
            </w:r>
          </w:p>
          <w:p w14:paraId="253AAECD" w14:textId="0F9AB0EE" w:rsidR="003B7999" w:rsidRPr="003B7999" w:rsidRDefault="003B7999" w:rsidP="003B7999">
            <w:r w:rsidRPr="003B7999">
              <w:t>4.2 Prepare farm and organic records and documents for audit and ensure accessibility</w:t>
            </w:r>
          </w:p>
          <w:p w14:paraId="5750B368" w14:textId="6D082996" w:rsidR="003B7999" w:rsidRPr="003B7999" w:rsidRDefault="003B7999" w:rsidP="003B7999">
            <w:r w:rsidRPr="003B7999">
              <w:t xml:space="preserve">4.3 Conduct </w:t>
            </w:r>
            <w:r w:rsidR="00072FF5">
              <w:t xml:space="preserve">and record </w:t>
            </w:r>
            <w:r w:rsidRPr="003B7999">
              <w:t>internal organic audit</w:t>
            </w:r>
            <w:r w:rsidR="00072FF5">
              <w:t>s</w:t>
            </w:r>
            <w:r w:rsidRPr="003B7999">
              <w:t xml:space="preserve"> of farm system</w:t>
            </w:r>
          </w:p>
          <w:p w14:paraId="4DFF7AD1" w14:textId="6D304A6A" w:rsidR="003B7999" w:rsidRPr="003B7999" w:rsidRDefault="003B7999" w:rsidP="003B7999">
            <w:r w:rsidRPr="003B7999">
              <w:t>4.4 Take corrective action to comply with the specific certification requirements</w:t>
            </w:r>
          </w:p>
          <w:p w14:paraId="5D177C31" w14:textId="70A3A623" w:rsidR="003B7999" w:rsidRPr="003B7999" w:rsidRDefault="003B7999" w:rsidP="003B7999">
            <w:r w:rsidRPr="003B7999">
              <w:t xml:space="preserve">4.5 Participate in annual organic </w:t>
            </w:r>
            <w:r w:rsidR="00072FF5">
              <w:t xml:space="preserve">system review and </w:t>
            </w:r>
            <w:r w:rsidRPr="003B7999">
              <w:t>audit</w:t>
            </w:r>
          </w:p>
          <w:p w14:paraId="5A7D9650" w14:textId="51B9BA30" w:rsidR="003B7999" w:rsidRPr="003B7999" w:rsidRDefault="003B7999" w:rsidP="00072FF5">
            <w:r w:rsidRPr="003B7999">
              <w:t xml:space="preserve">4.6 Comply </w:t>
            </w:r>
            <w:r w:rsidR="00072FF5">
              <w:t xml:space="preserve">and close off identified </w:t>
            </w:r>
            <w:r w:rsidRPr="003B7999">
              <w:t>corrective actions</w:t>
            </w:r>
          </w:p>
        </w:tc>
      </w:tr>
      <w:tr w:rsidR="003B7999" w:rsidRPr="00963A46" w14:paraId="4BFE9A82" w14:textId="77777777" w:rsidTr="00CA2922">
        <w:trPr>
          <w:cantSplit/>
        </w:trPr>
        <w:tc>
          <w:tcPr>
            <w:tcW w:w="1396" w:type="pct"/>
            <w:shd w:val="clear" w:color="auto" w:fill="auto"/>
          </w:tcPr>
          <w:p w14:paraId="521E0A68" w14:textId="152D3C2C" w:rsidR="003B7999" w:rsidRPr="003B7999" w:rsidRDefault="003B7999" w:rsidP="003B7999">
            <w:pPr>
              <w:pStyle w:val="SIText"/>
            </w:pPr>
            <w:r w:rsidRPr="003B7999">
              <w:lastRenderedPageBreak/>
              <w:t>5. Comply with food safety requirements</w:t>
            </w:r>
          </w:p>
        </w:tc>
        <w:tc>
          <w:tcPr>
            <w:tcW w:w="3604" w:type="pct"/>
            <w:shd w:val="clear" w:color="auto" w:fill="auto"/>
          </w:tcPr>
          <w:p w14:paraId="1B4BD66D" w14:textId="4492E4D8" w:rsidR="003B7999" w:rsidRPr="003B7999" w:rsidRDefault="003B7999" w:rsidP="003B7999">
            <w:r w:rsidRPr="003B7999">
              <w:t>5.1 Identify food safety requirements </w:t>
            </w:r>
            <w:r w:rsidR="00072FF5">
              <w:t>for</w:t>
            </w:r>
            <w:r w:rsidRPr="003B7999">
              <w:t xml:space="preserve"> farm system </w:t>
            </w:r>
            <w:r w:rsidR="00072FF5">
              <w:t xml:space="preserve">according to legislation, </w:t>
            </w:r>
            <w:proofErr w:type="gramStart"/>
            <w:r w:rsidR="00072FF5">
              <w:t>regulations</w:t>
            </w:r>
            <w:proofErr w:type="gramEnd"/>
            <w:r w:rsidR="00072FF5">
              <w:t xml:space="preserve"> and organic certification </w:t>
            </w:r>
            <w:r w:rsidRPr="003B7999">
              <w:t>standards</w:t>
            </w:r>
          </w:p>
          <w:p w14:paraId="476DCD24" w14:textId="52621A52" w:rsidR="003B7999" w:rsidRPr="003B7999" w:rsidRDefault="003B7999" w:rsidP="003B7999">
            <w:r w:rsidRPr="003B7999">
              <w:t xml:space="preserve">5.2 Communicate food safety requirements to </w:t>
            </w:r>
            <w:r w:rsidR="00072FF5">
              <w:t>key stakeholders</w:t>
            </w:r>
          </w:p>
          <w:p w14:paraId="5A63CB19" w14:textId="46317632" w:rsidR="003B7999" w:rsidRPr="003B7999" w:rsidRDefault="003B7999" w:rsidP="003B7999">
            <w:r w:rsidRPr="003B7999">
              <w:t xml:space="preserve">5.3 </w:t>
            </w:r>
            <w:r w:rsidR="00072FF5">
              <w:t>Maintain</w:t>
            </w:r>
            <w:r w:rsidR="00072FF5" w:rsidRPr="003B7999">
              <w:t xml:space="preserve"> </w:t>
            </w:r>
            <w:r w:rsidRPr="003B7999">
              <w:t xml:space="preserve">records </w:t>
            </w:r>
            <w:r w:rsidR="00072FF5">
              <w:t>of</w:t>
            </w:r>
            <w:r w:rsidRPr="003B7999">
              <w:t xml:space="preserve"> compliance with food safety </w:t>
            </w:r>
            <w:r w:rsidR="00072FF5">
              <w:t xml:space="preserve">and </w:t>
            </w:r>
            <w:r w:rsidRPr="003B7999">
              <w:t>industry regulations and standards</w:t>
            </w:r>
          </w:p>
          <w:p w14:paraId="65821F7B" w14:textId="2299C8D9" w:rsidR="003B7999" w:rsidRPr="003B7999" w:rsidRDefault="003B7999" w:rsidP="00072FF5">
            <w:r w:rsidRPr="003B7999">
              <w:t xml:space="preserve">5.4 </w:t>
            </w:r>
            <w:r w:rsidR="00072FF5">
              <w:t xml:space="preserve">Identify and rectify </w:t>
            </w:r>
            <w:r w:rsidRPr="003B7999">
              <w:t xml:space="preserve">non-conformance issues identified by internal audit or industry compliance </w:t>
            </w:r>
          </w:p>
        </w:tc>
      </w:tr>
    </w:tbl>
    <w:p w14:paraId="0A6E9C8C" w14:textId="77777777" w:rsidR="005F771F" w:rsidRDefault="005F771F" w:rsidP="005F771F">
      <w:pPr>
        <w:pStyle w:val="SIText"/>
      </w:pPr>
    </w:p>
    <w:p w14:paraId="50784BCC" w14:textId="00BAE183"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1E938087" w:rsidR="00F1480E" w:rsidRPr="005404CB" w:rsidRDefault="00DB331A" w:rsidP="005404CB">
            <w:pPr>
              <w:pStyle w:val="SIText"/>
            </w:pPr>
            <w:r>
              <w:t>Reading</w:t>
            </w:r>
          </w:p>
        </w:tc>
        <w:tc>
          <w:tcPr>
            <w:tcW w:w="3604" w:type="pct"/>
          </w:tcPr>
          <w:p w14:paraId="6185B3D2" w14:textId="402E9397" w:rsidR="00F1480E" w:rsidRPr="005404CB" w:rsidRDefault="00DB331A">
            <w:pPr>
              <w:pStyle w:val="SIBulletList1"/>
              <w:rPr>
                <w:rFonts w:eastAsia="Calibri"/>
              </w:rPr>
            </w:pPr>
            <w:r w:rsidRPr="00DB331A">
              <w:t xml:space="preserve">Critically analyse organic production principles, </w:t>
            </w:r>
            <w:proofErr w:type="gramStart"/>
            <w:r w:rsidRPr="00DB331A">
              <w:t>standards</w:t>
            </w:r>
            <w:proofErr w:type="gramEnd"/>
            <w:r w:rsidRPr="00DB331A">
              <w:t xml:space="preserve"> and certification procedures to ensure compliance with organic </w:t>
            </w:r>
            <w:r>
              <w:t>certification</w:t>
            </w:r>
          </w:p>
        </w:tc>
      </w:tr>
      <w:tr w:rsidR="00F1480E" w:rsidRPr="00336FCA" w:rsidDel="00423CB2" w14:paraId="0655D844" w14:textId="77777777" w:rsidTr="00CA2922">
        <w:tc>
          <w:tcPr>
            <w:tcW w:w="1396" w:type="pct"/>
          </w:tcPr>
          <w:p w14:paraId="64582310" w14:textId="2E7044A6" w:rsidR="00F1480E" w:rsidRPr="005404CB" w:rsidRDefault="00DB331A" w:rsidP="005404CB">
            <w:pPr>
              <w:pStyle w:val="SIText"/>
            </w:pPr>
            <w:r>
              <w:t>Oral communication</w:t>
            </w:r>
          </w:p>
        </w:tc>
        <w:tc>
          <w:tcPr>
            <w:tcW w:w="3604" w:type="pct"/>
          </w:tcPr>
          <w:p w14:paraId="2B5C131C" w14:textId="02C4093C" w:rsidR="00F1480E" w:rsidRPr="005404CB" w:rsidRDefault="00DB331A">
            <w:pPr>
              <w:pStyle w:val="SIBulletList1"/>
              <w:rPr>
                <w:rFonts w:eastAsia="Calibri"/>
              </w:rPr>
            </w:pPr>
            <w:r w:rsidRPr="00DB331A">
              <w:t xml:space="preserve">Use collaborative and inclusive techniques including active listening, </w:t>
            </w:r>
            <w:proofErr w:type="gramStart"/>
            <w:r w:rsidRPr="00DB331A">
              <w:t>questioning</w:t>
            </w:r>
            <w:proofErr w:type="gramEnd"/>
            <w:r w:rsidRPr="00DB331A">
              <w:t xml:space="preserve"> and reading of verbal and non-verbal signals to convey and clarify information on organic </w:t>
            </w:r>
            <w:r>
              <w:t xml:space="preserve">certification </w:t>
            </w:r>
            <w:r w:rsidRPr="00DB331A">
              <w:t>to stakeholders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62389750" w14:textId="77777777" w:rsidR="00041E59" w:rsidRDefault="00072FF5" w:rsidP="005404CB">
            <w:pPr>
              <w:pStyle w:val="SIText"/>
            </w:pPr>
            <w:r w:rsidRPr="00072FF5">
              <w:t>AHCORG406 Oversee compliance with an organic certification scheme</w:t>
            </w:r>
          </w:p>
          <w:p w14:paraId="18ED5BE1" w14:textId="33DCA5D4" w:rsidR="000E4069" w:rsidRPr="005404CB" w:rsidRDefault="000E4069" w:rsidP="005404CB">
            <w:pPr>
              <w:pStyle w:val="SIText"/>
            </w:pPr>
            <w:r>
              <w:t>Release 2</w:t>
            </w:r>
          </w:p>
        </w:tc>
        <w:tc>
          <w:tcPr>
            <w:tcW w:w="1105" w:type="pct"/>
          </w:tcPr>
          <w:p w14:paraId="4FB969CC" w14:textId="77777777" w:rsidR="000E4069" w:rsidRDefault="00072FF5" w:rsidP="005404CB">
            <w:pPr>
              <w:pStyle w:val="SIText"/>
            </w:pPr>
            <w:r w:rsidRPr="00072FF5">
              <w:t>AHCORG406 Oversee compliance with an organic certification scheme</w:t>
            </w:r>
          </w:p>
          <w:p w14:paraId="64EA7AE3" w14:textId="0D6A56CF" w:rsidR="00041E59" w:rsidRPr="005404CB" w:rsidRDefault="000E4069" w:rsidP="005404CB">
            <w:pPr>
              <w:pStyle w:val="SIText"/>
            </w:pPr>
            <w:r>
              <w:t>Release 1</w:t>
            </w:r>
          </w:p>
        </w:tc>
        <w:tc>
          <w:tcPr>
            <w:tcW w:w="1251" w:type="pct"/>
          </w:tcPr>
          <w:p w14:paraId="3E031D32" w14:textId="76BFCD9E" w:rsidR="00041E59" w:rsidRPr="005404CB" w:rsidRDefault="00072FF5" w:rsidP="005404CB">
            <w:pPr>
              <w:pStyle w:val="SIText"/>
            </w:pPr>
            <w:r>
              <w:t>Minor changes to Application and Performance Criteria for clarity and brevity</w:t>
            </w:r>
          </w:p>
        </w:tc>
        <w:tc>
          <w:tcPr>
            <w:tcW w:w="1616" w:type="pct"/>
          </w:tcPr>
          <w:p w14:paraId="426455CD" w14:textId="094E584A" w:rsidR="00916CD7" w:rsidRPr="005404CB" w:rsidRDefault="006E25E4"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742A9B57" w:rsidR="00556C4C" w:rsidRPr="005404CB" w:rsidRDefault="00556C4C" w:rsidP="005404CB">
            <w:pPr>
              <w:pStyle w:val="SIUnittitle"/>
            </w:pPr>
            <w:r w:rsidRPr="00F56827">
              <w:t xml:space="preserve">Assessment requirements for </w:t>
            </w:r>
            <w:r w:rsidR="00BD029F" w:rsidRPr="00BD029F">
              <w:t>AHCORG406 Oversee compliance with an organic certification scheme</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134BB47F" w14:textId="77777777" w:rsidR="00827A71" w:rsidRDefault="00827A71" w:rsidP="00827A71">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5A581C9D" w14:textId="439BDD4F" w:rsidR="00827A71" w:rsidRDefault="00827A71" w:rsidP="00827A71">
            <w:pPr>
              <w:pStyle w:val="SIText"/>
            </w:pPr>
            <w:r>
              <w:t xml:space="preserve">There must be evidence that the individual has on at least one occasion oversaw the compliance with organic certification standards for an organic farm and </w:t>
            </w:r>
            <w:proofErr w:type="gramStart"/>
            <w:r>
              <w:t>has::</w:t>
            </w:r>
            <w:proofErr w:type="gramEnd"/>
          </w:p>
          <w:p w14:paraId="39EF20B8" w14:textId="4CF5A381" w:rsidR="003B7999" w:rsidRPr="003B7999" w:rsidRDefault="003B7999" w:rsidP="003B7999">
            <w:pPr>
              <w:pStyle w:val="SIBulletList1"/>
            </w:pPr>
            <w:r w:rsidRPr="003B7999">
              <w:t>identif</w:t>
            </w:r>
            <w:r w:rsidR="00827A71">
              <w:t>ied</w:t>
            </w:r>
            <w:r w:rsidRPr="003B7999">
              <w:t xml:space="preserve"> and document</w:t>
            </w:r>
            <w:r w:rsidR="00827A71">
              <w:t>ed</w:t>
            </w:r>
            <w:r w:rsidRPr="003B7999">
              <w:t xml:space="preserve"> compliance requirements of </w:t>
            </w:r>
            <w:r w:rsidR="00D72381" w:rsidRPr="003B7999">
              <w:t>farm system</w:t>
            </w:r>
            <w:r w:rsidR="00D72381" w:rsidRPr="00D72381" w:rsidDel="00827A71">
              <w:t xml:space="preserve"> </w:t>
            </w:r>
            <w:r w:rsidR="00D72381">
              <w:t xml:space="preserve">with </w:t>
            </w:r>
            <w:r w:rsidRPr="003B7999">
              <w:t>organic standard</w:t>
            </w:r>
            <w:r w:rsidR="00D72381">
              <w:t>s</w:t>
            </w:r>
          </w:p>
          <w:p w14:paraId="25C714B4" w14:textId="1DE3B2F5" w:rsidR="003B7999" w:rsidRPr="003B7999" w:rsidRDefault="003B7999" w:rsidP="003B7999">
            <w:pPr>
              <w:pStyle w:val="SIBulletList1"/>
            </w:pPr>
            <w:r w:rsidRPr="003B7999">
              <w:t>identif</w:t>
            </w:r>
            <w:r w:rsidR="00D72381">
              <w:t>ied</w:t>
            </w:r>
            <w:r w:rsidRPr="003B7999">
              <w:t xml:space="preserve"> and document</w:t>
            </w:r>
            <w:r w:rsidR="00D72381">
              <w:t>ed</w:t>
            </w:r>
            <w:r w:rsidRPr="003B7999">
              <w:t xml:space="preserve"> key farm operations impacted by organic</w:t>
            </w:r>
            <w:r w:rsidR="00D72381">
              <w:t xml:space="preserve"> farm</w:t>
            </w:r>
            <w:r w:rsidRPr="003B7999">
              <w:t xml:space="preserve"> standards</w:t>
            </w:r>
          </w:p>
          <w:p w14:paraId="6171F968" w14:textId="20CBDA57" w:rsidR="003B7999" w:rsidRPr="003B7999" w:rsidRDefault="003B7999" w:rsidP="003B7999">
            <w:pPr>
              <w:pStyle w:val="SIBulletList1"/>
            </w:pPr>
            <w:r w:rsidRPr="003B7999">
              <w:t>support</w:t>
            </w:r>
            <w:r w:rsidR="00D72381">
              <w:t xml:space="preserve">ed </w:t>
            </w:r>
            <w:r w:rsidRPr="003B7999">
              <w:t>and train</w:t>
            </w:r>
            <w:r w:rsidR="00D72381">
              <w:t>ed</w:t>
            </w:r>
            <w:r w:rsidRPr="003B7999">
              <w:t xml:space="preserve"> key </w:t>
            </w:r>
            <w:r w:rsidR="00D72381">
              <w:t xml:space="preserve">stakeholders </w:t>
            </w:r>
            <w:r w:rsidRPr="003B7999">
              <w:t>to implement and foster a compliant organic supply chain culture</w:t>
            </w:r>
          </w:p>
          <w:p w14:paraId="6C79F793" w14:textId="1D2A81C9" w:rsidR="003B7999" w:rsidRPr="003B7999" w:rsidRDefault="00D72381" w:rsidP="003B7999">
            <w:pPr>
              <w:pStyle w:val="SIBulletList1"/>
            </w:pPr>
            <w:r>
              <w:t>maintained</w:t>
            </w:r>
            <w:r w:rsidR="003B7999" w:rsidRPr="003B7999">
              <w:t xml:space="preserve"> accurate records </w:t>
            </w:r>
            <w:r>
              <w:t xml:space="preserve">for </w:t>
            </w:r>
            <w:r w:rsidR="003B7999" w:rsidRPr="003B7999">
              <w:t>key supply chain to verify and maintain organic compliance</w:t>
            </w:r>
          </w:p>
          <w:p w14:paraId="1E1BB8B7" w14:textId="71BD8EDC" w:rsidR="003B7999" w:rsidRPr="003B7999" w:rsidRDefault="003B7999" w:rsidP="003B7999">
            <w:pPr>
              <w:pStyle w:val="SIBulletList1"/>
            </w:pPr>
            <w:r w:rsidRPr="003B7999">
              <w:t>conduct</w:t>
            </w:r>
            <w:r w:rsidR="00D72381">
              <w:t>ed</w:t>
            </w:r>
            <w:r w:rsidRPr="003B7999">
              <w:t xml:space="preserve"> an internal organic audit of the farm system and accurately complete</w:t>
            </w:r>
            <w:r w:rsidR="00D72381">
              <w:t>d</w:t>
            </w:r>
            <w:r w:rsidRPr="003B7999">
              <w:t xml:space="preserve"> associated records and documents</w:t>
            </w:r>
          </w:p>
          <w:p w14:paraId="288A1721" w14:textId="02C1B86A" w:rsidR="003B7999" w:rsidRPr="003B7999" w:rsidRDefault="003B7999" w:rsidP="003B7999">
            <w:pPr>
              <w:pStyle w:val="SIBulletList1"/>
            </w:pPr>
            <w:r w:rsidRPr="003B7999">
              <w:t>participate</w:t>
            </w:r>
            <w:r w:rsidR="00D72381">
              <w:t>d</w:t>
            </w:r>
            <w:r w:rsidRPr="003B7999">
              <w:t xml:space="preserve"> in an annual organic </w:t>
            </w:r>
            <w:r w:rsidR="00D72381">
              <w:t xml:space="preserve">review and </w:t>
            </w:r>
            <w:r w:rsidRPr="003B7999">
              <w:t>audit and successfully close</w:t>
            </w:r>
            <w:r w:rsidR="00D72381">
              <w:t>d</w:t>
            </w:r>
            <w:r w:rsidRPr="003B7999">
              <w:t xml:space="preserve"> </w:t>
            </w:r>
            <w:r w:rsidR="00D72381">
              <w:t>out</w:t>
            </w:r>
            <w:r w:rsidR="00D72381" w:rsidRPr="003B7999">
              <w:t xml:space="preserve"> </w:t>
            </w:r>
            <w:r w:rsidRPr="003B7999">
              <w:t>identified corrective actions</w:t>
            </w:r>
          </w:p>
          <w:p w14:paraId="54A60DE0" w14:textId="2BF45395" w:rsidR="003B7999" w:rsidRPr="003B7999" w:rsidRDefault="003B7999" w:rsidP="003B7999">
            <w:pPr>
              <w:pStyle w:val="SIBulletList1"/>
            </w:pPr>
            <w:r w:rsidRPr="003B7999">
              <w:t>identif</w:t>
            </w:r>
            <w:r w:rsidR="00D72381">
              <w:t>ied</w:t>
            </w:r>
            <w:r w:rsidRPr="003B7999">
              <w:t xml:space="preserve"> food safety requirements and ensure</w:t>
            </w:r>
            <w:r w:rsidR="00D72381">
              <w:t>d</w:t>
            </w:r>
            <w:r w:rsidRPr="003B7999">
              <w:t xml:space="preserve"> compliance of farm system with industry standards</w:t>
            </w:r>
          </w:p>
          <w:p w14:paraId="6BFA69AA" w14:textId="6A69D214" w:rsidR="006130F4" w:rsidRPr="005404CB" w:rsidRDefault="003B7999" w:rsidP="00922A3B">
            <w:pPr>
              <w:pStyle w:val="SIBulletList1"/>
            </w:pPr>
            <w:r w:rsidRPr="003B7999">
              <w:t>ensure</w:t>
            </w:r>
            <w:r w:rsidR="00D72381">
              <w:t>d</w:t>
            </w:r>
            <w:r w:rsidRPr="003B7999">
              <w:t xml:space="preserve"> all farm records, traceability and production data is kept, </w:t>
            </w:r>
            <w:proofErr w:type="gramStart"/>
            <w:r w:rsidRPr="003B7999">
              <w:t>monitored</w:t>
            </w:r>
            <w:proofErr w:type="gramEnd"/>
            <w:r w:rsidRPr="003B7999">
              <w:t xml:space="preserve"> and maintained in compliance with National Organic Standard requirement</w:t>
            </w:r>
            <w:r w:rsidR="00D72381">
              <w:t>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6CDCCDF4" w14:textId="77777777" w:rsidR="00D72381" w:rsidRDefault="00D72381" w:rsidP="00D72381">
            <w:pPr>
              <w:pStyle w:val="SIText"/>
            </w:pPr>
            <w:r>
              <w:t>An individual must be able to demonstrate the knowledge required to perform the tasks outlined in the elements and performance criteria of this unit. This includes knowledge of:</w:t>
            </w:r>
          </w:p>
          <w:p w14:paraId="5B3B4FA5" w14:textId="77777777" w:rsidR="000957DC" w:rsidRPr="000957DC" w:rsidRDefault="000957DC" w:rsidP="000957DC">
            <w:pPr>
              <w:pStyle w:val="SIBulletList1"/>
            </w:pPr>
            <w:r w:rsidRPr="000957DC">
              <w:t>organic standards, compliance requirements and industry specifications</w:t>
            </w:r>
          </w:p>
          <w:p w14:paraId="0D6B632F" w14:textId="77777777" w:rsidR="000957DC" w:rsidRPr="000957DC" w:rsidRDefault="000957DC" w:rsidP="000957DC">
            <w:pPr>
              <w:pStyle w:val="SIBulletList1"/>
            </w:pPr>
            <w:r w:rsidRPr="000957DC">
              <w:t>applicable food safety and licensing requirements</w:t>
            </w:r>
          </w:p>
          <w:p w14:paraId="6BC8A750" w14:textId="77777777" w:rsidR="000957DC" w:rsidRPr="000957DC" w:rsidRDefault="000957DC" w:rsidP="000957DC">
            <w:pPr>
              <w:pStyle w:val="SIBulletList1"/>
            </w:pPr>
            <w:r w:rsidRPr="000957DC">
              <w:t>farm supply chain market requirements for product</w:t>
            </w:r>
          </w:p>
          <w:p w14:paraId="0BC78C78" w14:textId="77777777" w:rsidR="000957DC" w:rsidRPr="000957DC" w:rsidRDefault="000957DC" w:rsidP="000957DC">
            <w:pPr>
              <w:pStyle w:val="SIBulletList1"/>
            </w:pPr>
            <w:r w:rsidRPr="000957DC">
              <w:t>organic quality specifications for product</w:t>
            </w:r>
          </w:p>
          <w:p w14:paraId="01649A5C" w14:textId="77777777" w:rsidR="000957DC" w:rsidRPr="000957DC" w:rsidRDefault="000957DC" w:rsidP="000957DC">
            <w:pPr>
              <w:pStyle w:val="SIBulletList1"/>
            </w:pPr>
            <w:r w:rsidRPr="000957DC">
              <w:t>enterprise and industry quality assurance systems</w:t>
            </w:r>
          </w:p>
          <w:p w14:paraId="0B8268D5" w14:textId="77777777" w:rsidR="000957DC" w:rsidRPr="000957DC" w:rsidRDefault="000957DC" w:rsidP="000957DC">
            <w:pPr>
              <w:pStyle w:val="SIBulletList1"/>
            </w:pPr>
            <w:r w:rsidRPr="000957DC">
              <w:t>strategies for control of hazards to organic compliance</w:t>
            </w:r>
          </w:p>
          <w:p w14:paraId="5C8CD985" w14:textId="03BBCC27" w:rsidR="006130F4" w:rsidRPr="005404CB" w:rsidRDefault="000957DC" w:rsidP="00922A3B">
            <w:pPr>
              <w:pStyle w:val="SIBulletList1"/>
            </w:pPr>
            <w:r w:rsidRPr="000957DC">
              <w:t>document control protocols</w:t>
            </w:r>
            <w:r w:rsidR="00413FE9">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082F3B34" w14:textId="508081C5" w:rsidR="00D72381" w:rsidRPr="00D72381" w:rsidRDefault="00D72381" w:rsidP="00922A3B">
            <w:pPr>
              <w:pStyle w:val="SIText"/>
            </w:pPr>
            <w:r w:rsidRPr="00D72381">
              <w:t xml:space="preserve">Assessment of the skills in this unit of competency must take place under the following conditions: </w:t>
            </w:r>
          </w:p>
          <w:p w14:paraId="16FEED38" w14:textId="77777777" w:rsidR="00D72381" w:rsidRPr="00D72381" w:rsidRDefault="00D72381" w:rsidP="00922A3B">
            <w:pPr>
              <w:pStyle w:val="SIBulletList1"/>
            </w:pPr>
            <w:r w:rsidRPr="00D72381">
              <w:t>physical conditions:</w:t>
            </w:r>
          </w:p>
          <w:p w14:paraId="4CDF4114" w14:textId="45295CDE" w:rsidR="00D72381" w:rsidRPr="00D72381" w:rsidRDefault="00D72381" w:rsidP="00D72381">
            <w:pPr>
              <w:pStyle w:val="SIBulletList2"/>
            </w:pPr>
            <w:r w:rsidRPr="00D72381">
              <w:t xml:space="preserve">skills must be demonstrated </w:t>
            </w:r>
            <w:r w:rsidR="00413FE9">
              <w:t>on an organic farm</w:t>
            </w:r>
            <w:r w:rsidRPr="00D72381">
              <w:t xml:space="preserve"> or an environment that accurately represents workplace conditions</w:t>
            </w:r>
          </w:p>
          <w:p w14:paraId="00C6374B" w14:textId="77777777" w:rsidR="00D72381" w:rsidRPr="00D72381" w:rsidRDefault="00D72381" w:rsidP="00922A3B">
            <w:pPr>
              <w:pStyle w:val="SIBulletList1"/>
            </w:pPr>
            <w:r w:rsidRPr="00D72381">
              <w:t>specifications:</w:t>
            </w:r>
          </w:p>
          <w:p w14:paraId="4F43F5FD" w14:textId="77777777" w:rsidR="00D72381" w:rsidRPr="00D72381" w:rsidRDefault="00D72381" w:rsidP="00D72381">
            <w:pPr>
              <w:pStyle w:val="SIBulletList2"/>
            </w:pPr>
            <w:r w:rsidRPr="00D72381">
              <w:t>use of workplace policies, procedures, processes</w:t>
            </w:r>
          </w:p>
          <w:p w14:paraId="4A6A9A6D" w14:textId="5E1B3ACE" w:rsidR="00D72381" w:rsidRPr="00D72381" w:rsidRDefault="00D72381" w:rsidP="00D72381">
            <w:pPr>
              <w:pStyle w:val="SIBulletList2"/>
            </w:pPr>
            <w:r w:rsidRPr="00D72381">
              <w:t>access to specific legislation</w:t>
            </w:r>
            <w:r w:rsidR="00413FE9">
              <w:t xml:space="preserve"> and organic farming </w:t>
            </w:r>
            <w:r w:rsidRPr="00D72381">
              <w:t>codes of practice</w:t>
            </w:r>
          </w:p>
          <w:p w14:paraId="76B3325E" w14:textId="77777777" w:rsidR="00D72381" w:rsidRPr="00D72381" w:rsidRDefault="00D72381" w:rsidP="00922A3B">
            <w:pPr>
              <w:pStyle w:val="SIBulletList1"/>
            </w:pPr>
            <w:r w:rsidRPr="00D72381">
              <w:t>relationships:</w:t>
            </w:r>
          </w:p>
          <w:p w14:paraId="1E439E80" w14:textId="77777777" w:rsidR="00413FE9" w:rsidRDefault="00413FE9" w:rsidP="00D72381">
            <w:pPr>
              <w:pStyle w:val="SIBulletList2"/>
            </w:pPr>
            <w:r>
              <w:t>team members and stakeholders.</w:t>
            </w:r>
          </w:p>
          <w:p w14:paraId="093EFD1A" w14:textId="77777777" w:rsidR="00413FE9" w:rsidRDefault="00413FE9" w:rsidP="00922A3B">
            <w:pPr>
              <w:pStyle w:val="SIText"/>
            </w:pPr>
          </w:p>
          <w:p w14:paraId="759850B7" w14:textId="2F46EE4C" w:rsidR="0011400B" w:rsidRPr="005404CB" w:rsidRDefault="00D72381" w:rsidP="0011400B">
            <w:pPr>
              <w:pStyle w:val="SIText"/>
              <w:rPr>
                <w:rFonts w:eastAsia="Calibri"/>
              </w:rPr>
            </w:pPr>
            <w:r w:rsidRPr="00D72381">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0E4069">
          <w:rPr>
            <w:noProof/>
          </w:rPr>
          <w:t>3</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751FA608" w:rsidR="009C2650" w:rsidRPr="000754EC" w:rsidRDefault="00922A3B"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D029F" w:rsidRPr="00BD029F">
      <w:t xml:space="preserve"> AHCORG406 Oversee compliance with an organic certification scheme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D5E24"/>
    <w:multiLevelType w:val="multilevel"/>
    <w:tmpl w:val="B322C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8126A7"/>
    <w:multiLevelType w:val="multilevel"/>
    <w:tmpl w:val="3BDA8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A394D2A"/>
    <w:multiLevelType w:val="multilevel"/>
    <w:tmpl w:val="1F5A2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70D003A"/>
    <w:multiLevelType w:val="multilevel"/>
    <w:tmpl w:val="D3C4B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0831C2"/>
    <w:multiLevelType w:val="multilevel"/>
    <w:tmpl w:val="4CD29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C5703E"/>
    <w:multiLevelType w:val="multilevel"/>
    <w:tmpl w:val="78EA3C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3"/>
  </w:num>
  <w:num w:numId="4">
    <w:abstractNumId w:val="22"/>
  </w:num>
  <w:num w:numId="5">
    <w:abstractNumId w:val="1"/>
  </w:num>
  <w:num w:numId="6">
    <w:abstractNumId w:val="10"/>
  </w:num>
  <w:num w:numId="7">
    <w:abstractNumId w:val="2"/>
  </w:num>
  <w:num w:numId="8">
    <w:abstractNumId w:val="0"/>
  </w:num>
  <w:num w:numId="9">
    <w:abstractNumId w:val="21"/>
  </w:num>
  <w:num w:numId="10">
    <w:abstractNumId w:val="14"/>
  </w:num>
  <w:num w:numId="11">
    <w:abstractNumId w:val="19"/>
  </w:num>
  <w:num w:numId="12">
    <w:abstractNumId w:val="16"/>
  </w:num>
  <w:num w:numId="13">
    <w:abstractNumId w:val="23"/>
  </w:num>
  <w:num w:numId="14">
    <w:abstractNumId w:val="5"/>
  </w:num>
  <w:num w:numId="15">
    <w:abstractNumId w:val="6"/>
  </w:num>
  <w:num w:numId="16">
    <w:abstractNumId w:val="24"/>
  </w:num>
  <w:num w:numId="17">
    <w:abstractNumId w:val="18"/>
  </w:num>
  <w:num w:numId="18">
    <w:abstractNumId w:val="9"/>
  </w:num>
  <w:num w:numId="19">
    <w:abstractNumId w:val="8"/>
  </w:num>
  <w:num w:numId="20">
    <w:abstractNumId w:val="12"/>
  </w:num>
  <w:num w:numId="21">
    <w:abstractNumId w:val="13"/>
  </w:num>
  <w:num w:numId="22">
    <w:abstractNumId w:val="17"/>
  </w:num>
  <w:num w:numId="23">
    <w:abstractNumId w:val="15"/>
  </w:num>
  <w:num w:numId="24">
    <w:abstractNumId w:val="4"/>
  </w:num>
  <w:num w:numId="25">
    <w:abstractNumId w:val="20"/>
  </w:num>
  <w:num w:numId="26">
    <w:abstractNumId w:val="26"/>
  </w:num>
  <w:num w:numId="27">
    <w:abstractNumId w:val="2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07DE9"/>
    <w:rsid w:val="0001108F"/>
    <w:rsid w:val="000115E2"/>
    <w:rsid w:val="000126D0"/>
    <w:rsid w:val="0001296A"/>
    <w:rsid w:val="00016803"/>
    <w:rsid w:val="00023992"/>
    <w:rsid w:val="000275AE"/>
    <w:rsid w:val="00041E59"/>
    <w:rsid w:val="00064BFE"/>
    <w:rsid w:val="00070B3E"/>
    <w:rsid w:val="00071F95"/>
    <w:rsid w:val="00072FF5"/>
    <w:rsid w:val="000737BB"/>
    <w:rsid w:val="00074E47"/>
    <w:rsid w:val="000754EC"/>
    <w:rsid w:val="00085043"/>
    <w:rsid w:val="0009093B"/>
    <w:rsid w:val="000957DC"/>
    <w:rsid w:val="000A5441"/>
    <w:rsid w:val="000A6903"/>
    <w:rsid w:val="000B2022"/>
    <w:rsid w:val="000C149A"/>
    <w:rsid w:val="000C224E"/>
    <w:rsid w:val="000E25E6"/>
    <w:rsid w:val="000E2C86"/>
    <w:rsid w:val="000E4069"/>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D23BD"/>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7999"/>
    <w:rsid w:val="003C13AE"/>
    <w:rsid w:val="003C7152"/>
    <w:rsid w:val="003D2E73"/>
    <w:rsid w:val="003E72B6"/>
    <w:rsid w:val="003E7BBE"/>
    <w:rsid w:val="00405D9E"/>
    <w:rsid w:val="004127E3"/>
    <w:rsid w:val="00413FE9"/>
    <w:rsid w:val="0043212E"/>
    <w:rsid w:val="00434366"/>
    <w:rsid w:val="00434ECE"/>
    <w:rsid w:val="0044442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E62"/>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4E1"/>
    <w:rsid w:val="00817D51"/>
    <w:rsid w:val="00823530"/>
    <w:rsid w:val="00823FF4"/>
    <w:rsid w:val="00827A71"/>
    <w:rsid w:val="00830267"/>
    <w:rsid w:val="008306E7"/>
    <w:rsid w:val="008322BE"/>
    <w:rsid w:val="00834BC8"/>
    <w:rsid w:val="00837FD6"/>
    <w:rsid w:val="00847B60"/>
    <w:rsid w:val="00850243"/>
    <w:rsid w:val="00851BE5"/>
    <w:rsid w:val="008545EB"/>
    <w:rsid w:val="0086466C"/>
    <w:rsid w:val="00865011"/>
    <w:rsid w:val="00886790"/>
    <w:rsid w:val="008908DE"/>
    <w:rsid w:val="008A12ED"/>
    <w:rsid w:val="008A39D3"/>
    <w:rsid w:val="008B2C77"/>
    <w:rsid w:val="008B4AD2"/>
    <w:rsid w:val="008B663E"/>
    <w:rsid w:val="008B7138"/>
    <w:rsid w:val="008E260C"/>
    <w:rsid w:val="008E39BE"/>
    <w:rsid w:val="008E62EC"/>
    <w:rsid w:val="008F32F6"/>
    <w:rsid w:val="00903631"/>
    <w:rsid w:val="00916CD7"/>
    <w:rsid w:val="00920927"/>
    <w:rsid w:val="00921B38"/>
    <w:rsid w:val="00922A3B"/>
    <w:rsid w:val="00923720"/>
    <w:rsid w:val="009278C9"/>
    <w:rsid w:val="00932CD7"/>
    <w:rsid w:val="00944C09"/>
    <w:rsid w:val="009527CB"/>
    <w:rsid w:val="00953835"/>
    <w:rsid w:val="00960F6C"/>
    <w:rsid w:val="00970747"/>
    <w:rsid w:val="00997BFC"/>
    <w:rsid w:val="009A5900"/>
    <w:rsid w:val="009A6E6C"/>
    <w:rsid w:val="009A6F3F"/>
    <w:rsid w:val="009B331A"/>
    <w:rsid w:val="009B7F7C"/>
    <w:rsid w:val="009C2650"/>
    <w:rsid w:val="009D15E2"/>
    <w:rsid w:val="009D15FE"/>
    <w:rsid w:val="009D5D2C"/>
    <w:rsid w:val="009E0891"/>
    <w:rsid w:val="009E0EB3"/>
    <w:rsid w:val="009F0DCC"/>
    <w:rsid w:val="009F11CA"/>
    <w:rsid w:val="00A017B3"/>
    <w:rsid w:val="00A025A4"/>
    <w:rsid w:val="00A03466"/>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4748C"/>
    <w:rsid w:val="00B560C8"/>
    <w:rsid w:val="00B61150"/>
    <w:rsid w:val="00B65BC7"/>
    <w:rsid w:val="00B746B9"/>
    <w:rsid w:val="00B848D4"/>
    <w:rsid w:val="00B865B7"/>
    <w:rsid w:val="00BA1CB1"/>
    <w:rsid w:val="00BA4178"/>
    <w:rsid w:val="00BA482D"/>
    <w:rsid w:val="00BB1755"/>
    <w:rsid w:val="00BB23F4"/>
    <w:rsid w:val="00BC5075"/>
    <w:rsid w:val="00BC5419"/>
    <w:rsid w:val="00BD029F"/>
    <w:rsid w:val="00BD3B0F"/>
    <w:rsid w:val="00BE5889"/>
    <w:rsid w:val="00BF1D4C"/>
    <w:rsid w:val="00BF3F0A"/>
    <w:rsid w:val="00C04238"/>
    <w:rsid w:val="00C143C3"/>
    <w:rsid w:val="00C1739B"/>
    <w:rsid w:val="00C21ADE"/>
    <w:rsid w:val="00C23D97"/>
    <w:rsid w:val="00C26067"/>
    <w:rsid w:val="00C30A29"/>
    <w:rsid w:val="00C317DC"/>
    <w:rsid w:val="00C36FBC"/>
    <w:rsid w:val="00C578E9"/>
    <w:rsid w:val="00C70626"/>
    <w:rsid w:val="00C72860"/>
    <w:rsid w:val="00C72A48"/>
    <w:rsid w:val="00C73582"/>
    <w:rsid w:val="00C73B90"/>
    <w:rsid w:val="00C742EC"/>
    <w:rsid w:val="00C77D12"/>
    <w:rsid w:val="00C96AF3"/>
    <w:rsid w:val="00C97CCC"/>
    <w:rsid w:val="00CA0274"/>
    <w:rsid w:val="00CA139A"/>
    <w:rsid w:val="00CA1544"/>
    <w:rsid w:val="00CB746F"/>
    <w:rsid w:val="00CC451E"/>
    <w:rsid w:val="00CD187A"/>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381"/>
    <w:rsid w:val="00D727F3"/>
    <w:rsid w:val="00D73695"/>
    <w:rsid w:val="00D810DE"/>
    <w:rsid w:val="00D87D32"/>
    <w:rsid w:val="00D91188"/>
    <w:rsid w:val="00D92C83"/>
    <w:rsid w:val="00D95C07"/>
    <w:rsid w:val="00DA0A81"/>
    <w:rsid w:val="00DA3C10"/>
    <w:rsid w:val="00DA53B5"/>
    <w:rsid w:val="00DB331A"/>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D061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764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922A3B"/>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7642">
      <w:bodyDiv w:val="1"/>
      <w:marLeft w:val="0"/>
      <w:marRight w:val="0"/>
      <w:marTop w:val="0"/>
      <w:marBottom w:val="0"/>
      <w:divBdr>
        <w:top w:val="none" w:sz="0" w:space="0" w:color="auto"/>
        <w:left w:val="none" w:sz="0" w:space="0" w:color="auto"/>
        <w:bottom w:val="none" w:sz="0" w:space="0" w:color="auto"/>
        <w:right w:val="none" w:sz="0" w:space="0" w:color="auto"/>
      </w:divBdr>
    </w:div>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3993613">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760416533">
      <w:bodyDiv w:val="1"/>
      <w:marLeft w:val="0"/>
      <w:marRight w:val="0"/>
      <w:marTop w:val="0"/>
      <w:marBottom w:val="0"/>
      <w:divBdr>
        <w:top w:val="none" w:sz="0" w:space="0" w:color="auto"/>
        <w:left w:val="none" w:sz="0" w:space="0" w:color="auto"/>
        <w:bottom w:val="none" w:sz="0" w:space="0" w:color="auto"/>
        <w:right w:val="none" w:sz="0" w:space="0" w:color="auto"/>
      </w:divBdr>
    </w:div>
    <w:div w:id="76199750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9840126">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658412474">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240454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28DEB2-253E-42B6-BAC5-3C5620001A53}">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3fbd0e8e-82e5-4f83-89a2-7dbad393fe30"/>
    <ds:schemaRef ds:uri="http://schemas.microsoft.com/sharepoint/v3"/>
    <ds:schemaRef ds:uri="http://purl.org/dc/terms/"/>
    <ds:schemaRef ds:uri="http://schemas.openxmlformats.org/package/2006/metadata/core-properties"/>
    <ds:schemaRef ds:uri="http://schemas.microsoft.com/office/2006/documentManagement/type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182640FC-B18F-4D96-92D3-862D56066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140</TotalTime>
  <Pages>3</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41</cp:revision>
  <cp:lastPrinted>2016-05-27T05:21:00Z</cp:lastPrinted>
  <dcterms:created xsi:type="dcterms:W3CDTF">2021-09-14T01:14:00Z</dcterms:created>
  <dcterms:modified xsi:type="dcterms:W3CDTF">2022-02-11T00:04:00Z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